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48522E88" w:rsidR="00421E32" w:rsidRPr="00492684" w:rsidRDefault="0090098D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C44890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C44890"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="00C44890"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5241B069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Pr="00492684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492684">
        <w:rPr>
          <w:rStyle w:val="Strong"/>
          <w:rFonts w:asciiTheme="minorHAnsi" w:hAnsiTheme="minorHAnsi" w:cstheme="minorHAnsi"/>
          <w:lang w:val="en-GB"/>
        </w:rPr>
        <w:t>Q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3C0AEB">
        <w:rPr>
          <w:rStyle w:val="Strong"/>
          <w:rFonts w:asciiTheme="minorHAnsi" w:hAnsiTheme="minorHAnsi" w:cstheme="minorHAnsi"/>
          <w:lang w:val="en-GB"/>
        </w:rPr>
        <w:t>37-G002-24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1" w:name="_Toc419729571"/>
      <w:bookmarkStart w:id="2" w:name="_Toc11156577"/>
      <w:r w:rsidRPr="00492684">
        <w:lastRenderedPageBreak/>
        <w:t>Specification</w:t>
      </w:r>
      <w:bookmarkEnd w:id="1"/>
    </w:p>
    <w:p w14:paraId="3E6BBCE8" w14:textId="4D333F31" w:rsidR="00C44890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492684">
        <w:rPr>
          <w:lang w:val="en-GB"/>
        </w:rPr>
        <w:t>Background</w:t>
      </w:r>
      <w:bookmarkEnd w:id="3"/>
      <w:bookmarkEnd w:id="4"/>
    </w:p>
    <w:p w14:paraId="46329168" w14:textId="16E849B7" w:rsidR="008E6DAF" w:rsidRPr="008E6DAF" w:rsidRDefault="008E6DAF" w:rsidP="008E6DAF">
      <w:pPr>
        <w:rPr>
          <w:lang w:val="en-GB"/>
        </w:rPr>
      </w:pPr>
      <w:r>
        <w:rPr>
          <w:lang w:val="en-GB"/>
        </w:rPr>
        <w:t xml:space="preserve">To procure a suitable vehicle to transport staff to and from the office. The vehicle needed is a brand new </w:t>
      </w:r>
      <w:r w:rsidR="003C0AEB">
        <w:rPr>
          <w:lang w:val="en-GB"/>
        </w:rPr>
        <w:t>16-seater</w:t>
      </w:r>
      <w:r w:rsidR="00CD4175">
        <w:rPr>
          <w:lang w:val="en-GB"/>
        </w:rPr>
        <w:t xml:space="preserve"> </w:t>
      </w:r>
      <w:r>
        <w:rPr>
          <w:lang w:val="en-GB"/>
        </w:rPr>
        <w:t xml:space="preserve">Toyota Bus. 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Default="00C44890" w:rsidP="00C44890">
      <w:pPr>
        <w:rPr>
          <w:lang w:val="en-GB"/>
        </w:rPr>
      </w:pPr>
      <w:bookmarkStart w:id="7" w:name="_Toc308102003"/>
      <w:r w:rsidRPr="00492684">
        <w:rPr>
          <w:lang w:val="en-GB"/>
        </w:rPr>
        <w:t>All supporting documentation must be in English.</w:t>
      </w:r>
    </w:p>
    <w:p w14:paraId="4D67AA59" w14:textId="749AACC6" w:rsidR="00CD4175" w:rsidRDefault="00CD4175" w:rsidP="00C44890">
      <w:pPr>
        <w:rPr>
          <w:lang w:val="en-GB"/>
        </w:rPr>
      </w:pPr>
      <w:r>
        <w:rPr>
          <w:lang w:val="en-GB"/>
        </w:rPr>
        <w:t xml:space="preserve">Vehicle must be available </w:t>
      </w:r>
      <w:r w:rsidR="00941E8F">
        <w:rPr>
          <w:lang w:val="en-GB"/>
        </w:rPr>
        <w:t>on the island with the supplier.</w:t>
      </w:r>
    </w:p>
    <w:p w14:paraId="6108F7C9" w14:textId="16A19C63" w:rsidR="00941E8F" w:rsidRDefault="00941E8F" w:rsidP="00C44890">
      <w:pPr>
        <w:rPr>
          <w:lang w:val="en-GB"/>
        </w:rPr>
      </w:pPr>
      <w:r>
        <w:rPr>
          <w:lang w:val="en-GB"/>
        </w:rPr>
        <w:t>16 seats in the bus</w:t>
      </w:r>
    </w:p>
    <w:p w14:paraId="02C36A64" w14:textId="09E8BE1C" w:rsidR="00941E8F" w:rsidRDefault="00941E8F" w:rsidP="00C44890">
      <w:pPr>
        <w:rPr>
          <w:lang w:val="en-GB"/>
        </w:rPr>
      </w:pPr>
      <w:r>
        <w:rPr>
          <w:lang w:val="en-GB"/>
        </w:rPr>
        <w:t>Brand preferred for vehicle is Toyota</w:t>
      </w:r>
    </w:p>
    <w:p w14:paraId="30AF0115" w14:textId="77777777" w:rsidR="002D3CB4" w:rsidRPr="00492684" w:rsidRDefault="002D3CB4" w:rsidP="00C44890">
      <w:pPr>
        <w:rPr>
          <w:lang w:val="en-GB"/>
        </w:rPr>
      </w:pPr>
    </w:p>
    <w:p w14:paraId="65A62D34" w14:textId="77777777" w:rsidR="00C44890" w:rsidRDefault="00C44890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492684">
        <w:rPr>
          <w:rFonts w:cs="Calibri"/>
          <w:lang w:val="en-GB"/>
        </w:rPr>
        <w:t>Installation services</w:t>
      </w:r>
      <w:bookmarkEnd w:id="8"/>
    </w:p>
    <w:p w14:paraId="5D054E8F" w14:textId="252FBA76" w:rsidR="002D3CB4" w:rsidRPr="002D3CB4" w:rsidRDefault="002D3CB4" w:rsidP="002D3CB4">
      <w:pPr>
        <w:rPr>
          <w:lang w:val="en-GB"/>
        </w:rPr>
      </w:pPr>
      <w:r>
        <w:rPr>
          <w:lang w:val="en-GB"/>
        </w:rPr>
        <w:t>Spare parts must be available in the island</w:t>
      </w:r>
    </w:p>
    <w:p w14:paraId="17367821" w14:textId="77777777" w:rsidR="00C44890" w:rsidRDefault="00C44890" w:rsidP="00772E21">
      <w:pPr>
        <w:pStyle w:val="Heading3"/>
        <w:rPr>
          <w:lang w:val="en-GB"/>
        </w:rPr>
      </w:pPr>
      <w:bookmarkStart w:id="9" w:name="_Toc419729578"/>
      <w:r w:rsidRPr="00492684">
        <w:rPr>
          <w:lang w:val="en-GB"/>
        </w:rPr>
        <w:t>Delivery Time</w:t>
      </w:r>
      <w:bookmarkEnd w:id="9"/>
    </w:p>
    <w:p w14:paraId="2208415C" w14:textId="197F13E1" w:rsidR="002D3CB4" w:rsidRPr="002D3CB4" w:rsidRDefault="00B90029" w:rsidP="002D3CB4">
      <w:pPr>
        <w:rPr>
          <w:lang w:val="en-GB"/>
        </w:rPr>
      </w:pPr>
      <w:r>
        <w:rPr>
          <w:lang w:val="en-GB"/>
        </w:rPr>
        <w:t>2 days after signing of contract</w:t>
      </w:r>
    </w:p>
    <w:bookmarkEnd w:id="5"/>
    <w:bookmarkEnd w:id="6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2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2A4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21D4ACFB" w:rsidR="002A4740" w:rsidRPr="00492684" w:rsidRDefault="00B9002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proofErr w:type="gramStart"/>
            <w:r>
              <w:rPr>
                <w:lang w:val="en-GB"/>
              </w:rPr>
              <w:t>16 Seater</w:t>
            </w:r>
            <w:proofErr w:type="gramEnd"/>
            <w:r>
              <w:rPr>
                <w:lang w:val="en-GB"/>
              </w:rPr>
              <w:t xml:space="preserve"> Brand New Bus</w:t>
            </w:r>
          </w:p>
        </w:tc>
        <w:tc>
          <w:tcPr>
            <w:tcW w:w="1134" w:type="dxa"/>
          </w:tcPr>
          <w:p w14:paraId="352597C6" w14:textId="76FCEA67" w:rsidR="002A4740" w:rsidRPr="00492684" w:rsidRDefault="00B9002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7E3C67F5" w14:textId="1AC15B32" w:rsidR="002A4740" w:rsidRPr="00492684" w:rsidRDefault="003A7DE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45 days</w:t>
            </w:r>
          </w:p>
        </w:tc>
        <w:tc>
          <w:tcPr>
            <w:tcW w:w="1417" w:type="dxa"/>
          </w:tcPr>
          <w:p w14:paraId="13B5A4AE" w14:textId="27184169" w:rsidR="002A4740" w:rsidRPr="00492684" w:rsidRDefault="003A7DE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$70,000.00</w:t>
            </w:r>
          </w:p>
        </w:tc>
      </w:tr>
      <w:tr w:rsidR="002A4740" w:rsidRPr="00492684" w14:paraId="774E0324" w14:textId="3A7B673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D10AE33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468F09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873389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32EE03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4278F09A" w14:textId="5BE1C4CD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6DB6EA6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E95E12C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6EC4DF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47D2E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50AC8E16" w14:textId="0172A70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4B309EE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287B7A9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B9DD2C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7DCF78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CA1FA" w14:textId="77777777" w:rsidR="0008056A" w:rsidRDefault="0008056A">
      <w:r>
        <w:separator/>
      </w:r>
    </w:p>
  </w:endnote>
  <w:endnote w:type="continuationSeparator" w:id="0">
    <w:p w14:paraId="7D91BE31" w14:textId="77777777" w:rsidR="0008056A" w:rsidRDefault="0008056A">
      <w:r>
        <w:continuationSeparator/>
      </w:r>
    </w:p>
  </w:endnote>
  <w:endnote w:type="continuationNotice" w:id="1">
    <w:p w14:paraId="69C4D7A4" w14:textId="77777777" w:rsidR="0008056A" w:rsidRDefault="000805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50109AF5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C0AEB">
      <w:rPr>
        <w:noProof/>
      </w:rPr>
      <w:t>2024-07-18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2A21C" w14:textId="77777777" w:rsidR="0008056A" w:rsidRDefault="0008056A">
      <w:r>
        <w:separator/>
      </w:r>
    </w:p>
  </w:footnote>
  <w:footnote w:type="continuationSeparator" w:id="0">
    <w:p w14:paraId="0B5398C5" w14:textId="77777777" w:rsidR="0008056A" w:rsidRDefault="0008056A">
      <w:r>
        <w:continuationSeparator/>
      </w:r>
    </w:p>
  </w:footnote>
  <w:footnote w:type="continuationNotice" w:id="1">
    <w:p w14:paraId="43FD0A6A" w14:textId="77777777" w:rsidR="0008056A" w:rsidRDefault="000805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516A1" w14:textId="46023B93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220808">
    <w:abstractNumId w:val="1"/>
  </w:num>
  <w:num w:numId="2" w16cid:durableId="1208688019">
    <w:abstractNumId w:val="13"/>
  </w:num>
  <w:num w:numId="3" w16cid:durableId="1896164584">
    <w:abstractNumId w:val="14"/>
  </w:num>
  <w:num w:numId="4" w16cid:durableId="99422120">
    <w:abstractNumId w:val="5"/>
  </w:num>
  <w:num w:numId="5" w16cid:durableId="907963380">
    <w:abstractNumId w:val="4"/>
  </w:num>
  <w:num w:numId="6" w16cid:durableId="1314946878">
    <w:abstractNumId w:val="9"/>
  </w:num>
  <w:num w:numId="7" w16cid:durableId="1740008697">
    <w:abstractNumId w:val="6"/>
  </w:num>
  <w:num w:numId="8" w16cid:durableId="1481460226">
    <w:abstractNumId w:val="11"/>
  </w:num>
  <w:num w:numId="9" w16cid:durableId="1711104911">
    <w:abstractNumId w:val="0"/>
  </w:num>
  <w:num w:numId="10" w16cid:durableId="627008503">
    <w:abstractNumId w:val="10"/>
  </w:num>
  <w:num w:numId="11" w16cid:durableId="1476752636">
    <w:abstractNumId w:val="2"/>
  </w:num>
  <w:num w:numId="12" w16cid:durableId="1275014964">
    <w:abstractNumId w:val="8"/>
  </w:num>
  <w:num w:numId="13" w16cid:durableId="172260741">
    <w:abstractNumId w:val="12"/>
  </w:num>
  <w:num w:numId="14" w16cid:durableId="186531002">
    <w:abstractNumId w:val="3"/>
  </w:num>
  <w:num w:numId="15" w16cid:durableId="1031959219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056A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A437D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CB4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DE7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0AEB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54E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120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6DAF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098D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1E8F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0029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175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501F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3A3A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00B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74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812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Falatiu Batuao</cp:lastModifiedBy>
  <cp:revision>11</cp:revision>
  <cp:lastPrinted>2013-10-18T08:32:00Z</cp:lastPrinted>
  <dcterms:created xsi:type="dcterms:W3CDTF">2020-07-06T12:33:00Z</dcterms:created>
  <dcterms:modified xsi:type="dcterms:W3CDTF">2024-07-17T23:10:00Z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